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DD87" w14:textId="62C7C774" w:rsidR="003F10CA" w:rsidRPr="00CB1C27" w:rsidRDefault="00CB1C27" w:rsidP="00CB1C27">
      <w:pPr>
        <w:pStyle w:val="Nagwek1"/>
        <w:tabs>
          <w:tab w:val="right" w:leader="dot" w:pos="9072"/>
        </w:tabs>
        <w:spacing w:line="360" w:lineRule="auto"/>
        <w:rPr>
          <w:rFonts w:asciiTheme="minorHAnsi" w:hAnsiTheme="minorHAnsi"/>
          <w:szCs w:val="36"/>
        </w:rPr>
      </w:pPr>
      <w:r w:rsidRPr="00CB1C27">
        <w:rPr>
          <w:rFonts w:asciiTheme="minorHAnsi" w:hAnsiTheme="minorHAnsi"/>
          <w:szCs w:val="36"/>
        </w:rPr>
        <w:t>Załącznik numer 4 do Zapytania ofertowego</w:t>
      </w:r>
      <w:r w:rsidR="00C36EA4">
        <w:rPr>
          <w:rFonts w:asciiTheme="minorHAnsi" w:hAnsiTheme="minorHAnsi"/>
          <w:szCs w:val="36"/>
        </w:rPr>
        <w:t xml:space="preserve"> </w:t>
      </w:r>
      <w:proofErr w:type="spellStart"/>
      <w:r w:rsidR="00C36EA4" w:rsidRPr="00C36EA4">
        <w:rPr>
          <w:rFonts w:asciiTheme="minorHAnsi" w:hAnsiTheme="minorHAnsi"/>
          <w:szCs w:val="36"/>
        </w:rPr>
        <w:t>WSNoZ</w:t>
      </w:r>
      <w:proofErr w:type="spellEnd"/>
      <w:r w:rsidR="00C36EA4" w:rsidRPr="00C36EA4">
        <w:rPr>
          <w:rFonts w:asciiTheme="minorHAnsi" w:hAnsiTheme="minorHAnsi"/>
          <w:szCs w:val="36"/>
        </w:rPr>
        <w:t>/</w:t>
      </w:r>
      <w:r w:rsidR="00203020">
        <w:rPr>
          <w:rFonts w:asciiTheme="minorHAnsi" w:hAnsiTheme="minorHAnsi"/>
          <w:szCs w:val="36"/>
        </w:rPr>
        <w:t>1</w:t>
      </w:r>
      <w:r w:rsidR="00C36EA4" w:rsidRPr="00C36EA4">
        <w:rPr>
          <w:rFonts w:asciiTheme="minorHAnsi" w:hAnsiTheme="minorHAnsi"/>
          <w:szCs w:val="36"/>
        </w:rPr>
        <w:t>/</w:t>
      </w:r>
      <w:r w:rsidR="00203020">
        <w:rPr>
          <w:rFonts w:asciiTheme="minorHAnsi" w:hAnsiTheme="minorHAnsi"/>
          <w:szCs w:val="36"/>
        </w:rPr>
        <w:t>01</w:t>
      </w:r>
      <w:r w:rsidR="00C36EA4" w:rsidRPr="00C36EA4">
        <w:rPr>
          <w:rFonts w:asciiTheme="minorHAnsi" w:hAnsiTheme="minorHAnsi"/>
          <w:szCs w:val="36"/>
        </w:rPr>
        <w:t>/202</w:t>
      </w:r>
      <w:r w:rsidR="00203020">
        <w:rPr>
          <w:rFonts w:asciiTheme="minorHAnsi" w:hAnsiTheme="minorHAnsi"/>
          <w:szCs w:val="36"/>
        </w:rPr>
        <w:t>6</w:t>
      </w:r>
      <w:r w:rsidRPr="00CB1C27">
        <w:rPr>
          <w:rFonts w:asciiTheme="minorHAnsi" w:hAnsiTheme="minorHAnsi"/>
          <w:szCs w:val="36"/>
        </w:rPr>
        <w:t xml:space="preserve"> – „Oświadczenie o braku powiązań osobowych lub kapitałowych”</w:t>
      </w:r>
    </w:p>
    <w:p w14:paraId="6BFCDE7C" w14:textId="5C310038" w:rsidR="0098541A" w:rsidRPr="00CB1C27" w:rsidRDefault="000A6C65" w:rsidP="00B70806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CB1C27">
        <w:rPr>
          <w:rStyle w:val="Nagwek2Znak"/>
          <w:rFonts w:asciiTheme="minorHAnsi" w:hAnsiTheme="minorHAnsi"/>
          <w:b/>
          <w:bCs/>
          <w:lang w:val="pl-PL"/>
        </w:rPr>
        <w:t>Dane wykonawcy</w:t>
      </w:r>
    </w:p>
    <w:p w14:paraId="679728B9" w14:textId="466D482E" w:rsidR="00640E6E" w:rsidRPr="00CB1C27" w:rsidRDefault="00640E6E" w:rsidP="00B70806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Pełna nazwa wykonawcy:</w:t>
      </w:r>
      <w:r w:rsidR="004F0DE5" w:rsidRPr="00CB1C27">
        <w:rPr>
          <w:rFonts w:asciiTheme="minorHAnsi" w:hAnsiTheme="minorHAnsi" w:cstheme="minorHAnsi"/>
        </w:rPr>
        <w:tab/>
      </w:r>
    </w:p>
    <w:p w14:paraId="2D0232E0" w14:textId="752BC8FD" w:rsidR="00640E6E" w:rsidRPr="00CB1C27" w:rsidRDefault="00640E6E" w:rsidP="00B70806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Numer REGON:</w:t>
      </w:r>
      <w:r w:rsidR="004F0DE5" w:rsidRPr="00CB1C27">
        <w:rPr>
          <w:rFonts w:asciiTheme="minorHAnsi" w:hAnsiTheme="minorHAnsi" w:cstheme="minorHAnsi"/>
        </w:rPr>
        <w:tab/>
      </w:r>
    </w:p>
    <w:p w14:paraId="486683E8" w14:textId="601B3AB4" w:rsidR="00640E6E" w:rsidRPr="00CB1C27" w:rsidRDefault="00640E6E" w:rsidP="00B70806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Numer NIP:</w:t>
      </w:r>
      <w:r w:rsidR="004F0DE5" w:rsidRPr="00CB1C27">
        <w:rPr>
          <w:rFonts w:asciiTheme="minorHAnsi" w:hAnsiTheme="minorHAnsi" w:cstheme="minorHAnsi"/>
        </w:rPr>
        <w:tab/>
      </w:r>
    </w:p>
    <w:p w14:paraId="1FDF2E87" w14:textId="69AD971D" w:rsidR="00640E6E" w:rsidRPr="00CB1C27" w:rsidRDefault="00640E6E" w:rsidP="00B70806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Numer telefonu:</w:t>
      </w:r>
      <w:r w:rsidR="004F0DE5" w:rsidRPr="00CB1C27">
        <w:rPr>
          <w:rFonts w:asciiTheme="minorHAnsi" w:hAnsiTheme="minorHAnsi" w:cstheme="minorHAnsi"/>
        </w:rPr>
        <w:tab/>
      </w:r>
    </w:p>
    <w:p w14:paraId="5008C350" w14:textId="450EBFC0" w:rsidR="00640E6E" w:rsidRPr="00CB1C27" w:rsidRDefault="00640E6E" w:rsidP="00B70806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Numer faksu (pole opcjonalne):</w:t>
      </w:r>
      <w:r w:rsidR="004F0DE5" w:rsidRPr="00CB1C27">
        <w:rPr>
          <w:rFonts w:asciiTheme="minorHAnsi" w:hAnsiTheme="minorHAnsi" w:cstheme="minorHAnsi"/>
        </w:rPr>
        <w:tab/>
      </w:r>
    </w:p>
    <w:p w14:paraId="7B39BED5" w14:textId="452818DF" w:rsidR="00640E6E" w:rsidRPr="00CB1C27" w:rsidRDefault="00640E6E" w:rsidP="00B70806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Adres poczty elektronicznej:</w:t>
      </w:r>
      <w:r w:rsidR="004F0DE5" w:rsidRPr="00CB1C27">
        <w:rPr>
          <w:rFonts w:asciiTheme="minorHAnsi" w:hAnsiTheme="minorHAnsi" w:cstheme="minorHAnsi"/>
        </w:rPr>
        <w:tab/>
      </w:r>
    </w:p>
    <w:p w14:paraId="14075261" w14:textId="2B563EE1" w:rsidR="00630723" w:rsidRPr="00CB1C27" w:rsidRDefault="00CB1C27" w:rsidP="00B70806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CB1C27">
        <w:rPr>
          <w:rFonts w:asciiTheme="minorHAnsi" w:hAnsiTheme="minorHAnsi"/>
        </w:rPr>
        <w:t>Treść oświadczenia</w:t>
      </w:r>
    </w:p>
    <w:p w14:paraId="7F85D68F" w14:textId="75FA6F16" w:rsidR="00CB1C27" w:rsidRPr="00CB1C27" w:rsidRDefault="00CB1C27" w:rsidP="00B70806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Oświadczam, że nie jestem powiązany z Zamawiającym osobowo ani kapitałowo.</w:t>
      </w:r>
    </w:p>
    <w:p w14:paraId="4C8519F2" w14:textId="23849CE0" w:rsidR="00CB1C27" w:rsidRPr="00CB1C27" w:rsidRDefault="00CB1C27" w:rsidP="00B70806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W przypadku składania oświadczenia w imieniu kilku wykonawców:</w:t>
      </w:r>
    </w:p>
    <w:p w14:paraId="30E536AC" w14:textId="3182F6D9" w:rsidR="00D429B8" w:rsidRPr="00CB1C27" w:rsidRDefault="00CB1C27" w:rsidP="00B70806">
      <w:pPr>
        <w:pStyle w:val="Akapitzlist"/>
        <w:numPr>
          <w:ilvl w:val="1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Oświadczamy, że nie jesteśmy powiązani z Zamawiającym osobowo ani kapitałowo.</w:t>
      </w:r>
    </w:p>
    <w:p w14:paraId="370A2809" w14:textId="3BD464B6" w:rsidR="00D429B8" w:rsidRPr="00CB1C27" w:rsidRDefault="00CB1C27" w:rsidP="00B70806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CB1C27">
        <w:rPr>
          <w:rFonts w:asciiTheme="minorHAnsi" w:hAnsiTheme="minorHAnsi"/>
        </w:rPr>
        <w:t>Definicja powiązań kapitałowych lub osobowych</w:t>
      </w:r>
    </w:p>
    <w:p w14:paraId="4057B6DA" w14:textId="77777777" w:rsidR="00B70806" w:rsidRDefault="00CB1C27" w:rsidP="00B70806">
      <w:pPr>
        <w:pStyle w:val="Akapitzlist"/>
        <w:numPr>
          <w:ilvl w:val="0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Przez powiązania kapitałowe lub osobowe rozumie się wzajemne powiązania między Zamawiającym lub osobami upoważnionymi do zaciągania zobowiązań w imieniu Zamawiającego, lub osobami wykonującymi w jego imieniu czynności związane z przygotowaniem i przeprowadzeniem procedury wyboru wykonawcy, a wykonawcą.</w:t>
      </w:r>
    </w:p>
    <w:p w14:paraId="4B71D7D1" w14:textId="0039B169" w:rsidR="00CB1C27" w:rsidRPr="00B70806" w:rsidRDefault="00CB1C27" w:rsidP="00B70806">
      <w:pPr>
        <w:pStyle w:val="Akapitzlist"/>
        <w:numPr>
          <w:ilvl w:val="0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B70806">
        <w:rPr>
          <w:rFonts w:asciiTheme="minorHAnsi" w:hAnsiTheme="minorHAnsi" w:cstheme="minorHAnsi"/>
        </w:rPr>
        <w:lastRenderedPageBreak/>
        <w:t>Powiązania te mogą polegać w szczególności na:</w:t>
      </w:r>
    </w:p>
    <w:p w14:paraId="6971578C" w14:textId="61E4F380" w:rsidR="00CB1C27" w:rsidRPr="00CB1C27" w:rsidRDefault="00CB1C27" w:rsidP="00B70806">
      <w:pPr>
        <w:pStyle w:val="Akapitzlist"/>
        <w:numPr>
          <w:ilvl w:val="1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Uczestniczeniu w spółce jako wspólnik spółki cywilnej lub osobowej;</w:t>
      </w:r>
    </w:p>
    <w:p w14:paraId="3C3881E8" w14:textId="1E9A1431" w:rsidR="00CB1C27" w:rsidRPr="00CB1C27" w:rsidRDefault="00CB1C27" w:rsidP="00B70806">
      <w:pPr>
        <w:pStyle w:val="Akapitzlist"/>
        <w:numPr>
          <w:ilvl w:val="1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Posiadaniu co najmniej dziesięciu procent udziałów lub akcji, o ile niższy próg nie wynika z przepisów prawa lub nie został określony przez Instytucję Zarządzającą Programem Operacyjnym;</w:t>
      </w:r>
    </w:p>
    <w:p w14:paraId="5EDC7845" w14:textId="18054ED4" w:rsidR="00CB1C27" w:rsidRPr="00CB1C27" w:rsidRDefault="00CB1C27" w:rsidP="00B70806">
      <w:pPr>
        <w:pStyle w:val="Akapitzlist"/>
        <w:numPr>
          <w:ilvl w:val="1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Pełnieniu funkcji członka organu nadzorczego lub zarządzającego, prokurenta bądź pełnomocnika;</w:t>
      </w:r>
    </w:p>
    <w:p w14:paraId="7FE62874" w14:textId="1EADE93E" w:rsidR="00CB1C27" w:rsidRPr="00CB1C27" w:rsidRDefault="00CB1C27" w:rsidP="00B70806">
      <w:pPr>
        <w:pStyle w:val="Akapitzlist"/>
        <w:numPr>
          <w:ilvl w:val="1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Pozostawaniu w związku małżeńskim albo w stosunku pokrewieństwa lub powinowactwa w linii prostej, pokrewieństwa drugiego stopnia lub powinowactwa drugiego stopnia w linii bocznej, a także w stosunku przysposobienia, opieki lub kurateli.</w:t>
      </w:r>
    </w:p>
    <w:p w14:paraId="42DA98F3" w14:textId="770C516B" w:rsidR="00CB1C27" w:rsidRPr="00CB1C27" w:rsidRDefault="00CB1C27" w:rsidP="00B70806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CB1C27">
        <w:rPr>
          <w:rFonts w:asciiTheme="minorHAnsi" w:hAnsiTheme="minorHAnsi"/>
        </w:rPr>
        <w:t>Podpis osoby uprawnionej do reprezentowania wykonawcy</w:t>
      </w:r>
    </w:p>
    <w:p w14:paraId="656C9811" w14:textId="6C784E5C" w:rsidR="00CB1C27" w:rsidRPr="00CB1C27" w:rsidRDefault="00CB1C27" w:rsidP="00B70806">
      <w:pPr>
        <w:pStyle w:val="Akapitzlist"/>
        <w:numPr>
          <w:ilvl w:val="0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Imię i nazwisko:</w:t>
      </w:r>
      <w:r>
        <w:rPr>
          <w:rFonts w:asciiTheme="minorHAnsi" w:hAnsiTheme="minorHAnsi" w:cstheme="minorHAnsi"/>
        </w:rPr>
        <w:tab/>
      </w:r>
    </w:p>
    <w:p w14:paraId="069A46C0" w14:textId="1A1A2263" w:rsidR="00CB1C27" w:rsidRPr="00CB1C27" w:rsidRDefault="00CB1C27" w:rsidP="00B70806">
      <w:pPr>
        <w:pStyle w:val="Akapitzlist"/>
        <w:numPr>
          <w:ilvl w:val="0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Funkcja (na przykład: właściciel, członek zarządu, pełnomocnik):</w:t>
      </w:r>
      <w:r>
        <w:rPr>
          <w:rFonts w:asciiTheme="minorHAnsi" w:hAnsiTheme="minorHAnsi" w:cstheme="minorHAnsi"/>
        </w:rPr>
        <w:tab/>
      </w:r>
      <w:r w:rsidR="00B70806">
        <w:rPr>
          <w:rFonts w:asciiTheme="minorHAnsi" w:hAnsiTheme="minorHAnsi" w:cstheme="minorHAnsi"/>
        </w:rPr>
        <w:tab/>
      </w:r>
      <w:r w:rsidR="00B70806">
        <w:rPr>
          <w:rFonts w:asciiTheme="minorHAnsi" w:hAnsiTheme="minorHAnsi" w:cstheme="minorHAnsi"/>
        </w:rPr>
        <w:tab/>
      </w:r>
    </w:p>
    <w:p w14:paraId="6A7E4FFD" w14:textId="04EBD1FC" w:rsidR="00CB1C27" w:rsidRPr="00B70806" w:rsidRDefault="00CB1C27" w:rsidP="00B70806">
      <w:pPr>
        <w:pStyle w:val="Akapitzlist"/>
        <w:numPr>
          <w:ilvl w:val="0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Podpis:</w:t>
      </w:r>
      <w:r w:rsidRPr="00B70806">
        <w:rPr>
          <w:rFonts w:asciiTheme="minorHAnsi" w:hAnsiTheme="minorHAnsi" w:cstheme="minorHAnsi"/>
        </w:rPr>
        <w:tab/>
      </w:r>
      <w:r w:rsidR="00B70806">
        <w:rPr>
          <w:rFonts w:asciiTheme="minorHAnsi" w:hAnsiTheme="minorHAnsi" w:cstheme="minorHAnsi"/>
        </w:rPr>
        <w:tab/>
      </w:r>
      <w:r w:rsidR="00B70806">
        <w:rPr>
          <w:rFonts w:asciiTheme="minorHAnsi" w:hAnsiTheme="minorHAnsi" w:cstheme="minorHAnsi"/>
        </w:rPr>
        <w:tab/>
      </w:r>
    </w:p>
    <w:p w14:paraId="0BF25EC6" w14:textId="620DE201" w:rsidR="00CB1C27" w:rsidRPr="00CB1C27" w:rsidRDefault="00CB1C27" w:rsidP="00B70806">
      <w:pPr>
        <w:pStyle w:val="Akapitzlist"/>
        <w:numPr>
          <w:ilvl w:val="0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Data złożenia podpisu (rok – miesiąc – dzień):</w:t>
      </w:r>
      <w:r>
        <w:rPr>
          <w:rFonts w:asciiTheme="minorHAnsi" w:hAnsiTheme="minorHAnsi" w:cstheme="minorHAnsi"/>
        </w:rPr>
        <w:tab/>
      </w:r>
    </w:p>
    <w:sectPr w:rsidR="00CB1C27" w:rsidRPr="00CB1C27" w:rsidSect="00903749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78365" w14:textId="77777777" w:rsidR="00BB4DD5" w:rsidRPr="008757DC" w:rsidRDefault="00BB4DD5" w:rsidP="00E601A4">
      <w:r w:rsidRPr="008757DC">
        <w:separator/>
      </w:r>
    </w:p>
  </w:endnote>
  <w:endnote w:type="continuationSeparator" w:id="0">
    <w:p w14:paraId="4415ADAE" w14:textId="77777777" w:rsidR="00BB4DD5" w:rsidRPr="008757DC" w:rsidRDefault="00BB4DD5" w:rsidP="00E601A4">
      <w:r w:rsidRPr="008757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AEAE" w14:textId="77777777" w:rsidR="003F10CA" w:rsidRPr="00B70806" w:rsidRDefault="003F10CA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olor w:val="auto"/>
      </w:rPr>
    </w:pPr>
  </w:p>
  <w:p w14:paraId="151F5740" w14:textId="70573C21" w:rsidR="0065657C" w:rsidRPr="00B70806" w:rsidRDefault="0065657C" w:rsidP="001E0884">
    <w:pPr>
      <w:pStyle w:val="Stopka"/>
      <w:tabs>
        <w:tab w:val="clear" w:pos="4680"/>
        <w:tab w:val="clear" w:pos="9360"/>
      </w:tabs>
      <w:spacing w:line="360" w:lineRule="auto"/>
      <w:rPr>
        <w:rFonts w:asciiTheme="minorHAnsi" w:hAnsiTheme="minorHAnsi" w:cstheme="minorHAnsi"/>
        <w:i/>
        <w:iCs/>
        <w:caps/>
        <w:color w:val="auto"/>
        <w:sz w:val="20"/>
        <w:szCs w:val="20"/>
      </w:rPr>
    </w:pPr>
    <w:r w:rsidRPr="00B70806">
      <w:rPr>
        <w:rFonts w:asciiTheme="minorHAnsi" w:hAnsiTheme="minorHAnsi" w:cstheme="minorHAnsi"/>
        <w:i/>
        <w:iCs/>
        <w:color w:val="auto"/>
        <w:sz w:val="20"/>
        <w:szCs w:val="20"/>
      </w:rPr>
      <w:t>Projekt jest współfinansowany w ramach programu fundusze europejskie dla rozwoju społecznego 2021–2027, ze środków europejskiego funduszu społecznego plus. Tytuł projektu: „</w:t>
    </w:r>
    <w:r w:rsidR="003F10CA" w:rsidRPr="00B70806">
      <w:rPr>
        <w:rFonts w:asciiTheme="minorHAnsi" w:hAnsiTheme="minorHAnsi" w:cstheme="minorHAnsi"/>
        <w:i/>
        <w:iCs/>
        <w:color w:val="auto"/>
        <w:sz w:val="20"/>
        <w:szCs w:val="20"/>
      </w:rPr>
      <w:t>K</w:t>
    </w:r>
    <w:r w:rsidRPr="00B70806">
      <w:rPr>
        <w:rFonts w:asciiTheme="minorHAnsi" w:hAnsiTheme="minorHAnsi" w:cstheme="minorHAnsi"/>
        <w:i/>
        <w:iCs/>
        <w:color w:val="auto"/>
        <w:sz w:val="20"/>
        <w:szCs w:val="20"/>
      </w:rPr>
      <w:t xml:space="preserve">ompleksowy program dostępności </w:t>
    </w:r>
    <w:r w:rsidR="003F10CA" w:rsidRPr="00B70806">
      <w:rPr>
        <w:rFonts w:asciiTheme="minorHAnsi" w:hAnsiTheme="minorHAnsi" w:cstheme="minorHAnsi"/>
        <w:i/>
        <w:iCs/>
        <w:color w:val="auto"/>
        <w:sz w:val="20"/>
        <w:szCs w:val="20"/>
      </w:rPr>
      <w:t>W</w:t>
    </w:r>
    <w:r w:rsidRPr="00B70806">
      <w:rPr>
        <w:rFonts w:asciiTheme="minorHAnsi" w:hAnsiTheme="minorHAnsi" w:cstheme="minorHAnsi"/>
        <w:i/>
        <w:iCs/>
        <w:color w:val="auto"/>
        <w:sz w:val="20"/>
        <w:szCs w:val="20"/>
      </w:rPr>
      <w:t xml:space="preserve">yższej </w:t>
    </w:r>
    <w:r w:rsidR="003F10CA" w:rsidRPr="00B70806">
      <w:rPr>
        <w:rFonts w:asciiTheme="minorHAnsi" w:hAnsiTheme="minorHAnsi" w:cstheme="minorHAnsi"/>
        <w:i/>
        <w:iCs/>
        <w:color w:val="auto"/>
        <w:sz w:val="20"/>
        <w:szCs w:val="20"/>
      </w:rPr>
      <w:t>S</w:t>
    </w:r>
    <w:r w:rsidRPr="00B70806">
      <w:rPr>
        <w:rFonts w:asciiTheme="minorHAnsi" w:hAnsiTheme="minorHAnsi" w:cstheme="minorHAnsi"/>
        <w:i/>
        <w:iCs/>
        <w:color w:val="auto"/>
        <w:sz w:val="20"/>
        <w:szCs w:val="20"/>
      </w:rPr>
      <w:t xml:space="preserve">zkoły </w:t>
    </w:r>
    <w:r w:rsidR="003F10CA" w:rsidRPr="00B70806">
      <w:rPr>
        <w:rFonts w:asciiTheme="minorHAnsi" w:hAnsiTheme="minorHAnsi" w:cstheme="minorHAnsi"/>
        <w:i/>
        <w:iCs/>
        <w:color w:val="auto"/>
        <w:sz w:val="20"/>
        <w:szCs w:val="20"/>
      </w:rPr>
      <w:t>N</w:t>
    </w:r>
    <w:r w:rsidRPr="00B70806">
      <w:rPr>
        <w:rFonts w:asciiTheme="minorHAnsi" w:hAnsiTheme="minorHAnsi" w:cstheme="minorHAnsi"/>
        <w:i/>
        <w:iCs/>
        <w:color w:val="auto"/>
        <w:sz w:val="20"/>
        <w:szCs w:val="20"/>
      </w:rPr>
      <w:t xml:space="preserve">auk o </w:t>
    </w:r>
    <w:r w:rsidR="003F10CA" w:rsidRPr="00B70806">
      <w:rPr>
        <w:rFonts w:asciiTheme="minorHAnsi" w:hAnsiTheme="minorHAnsi" w:cstheme="minorHAnsi"/>
        <w:i/>
        <w:iCs/>
        <w:color w:val="auto"/>
        <w:sz w:val="20"/>
        <w:szCs w:val="20"/>
      </w:rPr>
      <w:t>Z</w:t>
    </w:r>
    <w:r w:rsidRPr="00B70806">
      <w:rPr>
        <w:rFonts w:asciiTheme="minorHAnsi" w:hAnsiTheme="minorHAnsi" w:cstheme="minorHAnsi"/>
        <w:i/>
        <w:iCs/>
        <w:color w:val="auto"/>
        <w:sz w:val="20"/>
        <w:szCs w:val="20"/>
      </w:rPr>
      <w:t xml:space="preserve">drowiu w </w:t>
    </w:r>
    <w:r w:rsidR="003F10CA" w:rsidRPr="00B70806">
      <w:rPr>
        <w:rFonts w:asciiTheme="minorHAnsi" w:hAnsiTheme="minorHAnsi" w:cstheme="minorHAnsi"/>
        <w:i/>
        <w:iCs/>
        <w:color w:val="auto"/>
        <w:sz w:val="20"/>
        <w:szCs w:val="20"/>
      </w:rPr>
      <w:t>B</w:t>
    </w:r>
    <w:r w:rsidRPr="00B70806">
      <w:rPr>
        <w:rFonts w:asciiTheme="minorHAnsi" w:hAnsiTheme="minorHAnsi" w:cstheme="minorHAnsi"/>
        <w:i/>
        <w:iCs/>
        <w:color w:val="auto"/>
        <w:sz w:val="20"/>
        <w:szCs w:val="20"/>
      </w:rPr>
      <w:t>ydgoszczy”. Numer umowy: fers.03.01-ip.08-0070/24-00, zawartej w dniu 30 września 2024 roku.</w:t>
    </w:r>
  </w:p>
  <w:p w14:paraId="3D4E5FBC" w14:textId="3A45717B" w:rsidR="00E601A4" w:rsidRPr="00B70806" w:rsidRDefault="00E601A4" w:rsidP="0065657C">
    <w:pPr>
      <w:pStyle w:val="Stopka"/>
      <w:tabs>
        <w:tab w:val="clear" w:pos="4680"/>
        <w:tab w:val="clear" w:pos="9360"/>
      </w:tabs>
      <w:jc w:val="right"/>
      <w:rPr>
        <w:rFonts w:asciiTheme="minorHAnsi" w:hAnsiTheme="minorHAnsi" w:cstheme="minorHAnsi"/>
        <w:caps/>
        <w:color w:val="auto"/>
      </w:rPr>
    </w:pPr>
    <w:r w:rsidRPr="00B70806">
      <w:rPr>
        <w:rFonts w:asciiTheme="minorHAnsi" w:hAnsiTheme="minorHAnsi" w:cstheme="minorHAnsi"/>
        <w:caps/>
        <w:color w:val="auto"/>
      </w:rPr>
      <w:fldChar w:fldCharType="begin"/>
    </w:r>
    <w:r w:rsidRPr="00B70806">
      <w:rPr>
        <w:rFonts w:asciiTheme="minorHAnsi" w:hAnsiTheme="minorHAnsi" w:cstheme="minorHAnsi"/>
        <w:caps/>
        <w:color w:val="auto"/>
      </w:rPr>
      <w:instrText xml:space="preserve"> PAGE   \* MERGEFORMAT </w:instrText>
    </w:r>
    <w:r w:rsidRPr="00B70806">
      <w:rPr>
        <w:rFonts w:asciiTheme="minorHAnsi" w:hAnsiTheme="minorHAnsi" w:cstheme="minorHAnsi"/>
        <w:caps/>
        <w:color w:val="auto"/>
      </w:rPr>
      <w:fldChar w:fldCharType="separate"/>
    </w:r>
    <w:r w:rsidRPr="00B70806">
      <w:rPr>
        <w:rFonts w:asciiTheme="minorHAnsi" w:hAnsiTheme="minorHAnsi" w:cstheme="minorHAnsi"/>
        <w:caps/>
        <w:color w:val="auto"/>
      </w:rPr>
      <w:t>2</w:t>
    </w:r>
    <w:r w:rsidRPr="00B70806">
      <w:rPr>
        <w:rFonts w:asciiTheme="minorHAnsi" w:hAnsiTheme="minorHAnsi" w:cstheme="minorHAnsi"/>
        <w:caps/>
        <w:color w:val="auto"/>
      </w:rPr>
      <w:fldChar w:fldCharType="end"/>
    </w:r>
  </w:p>
  <w:p w14:paraId="02BB9341" w14:textId="77777777" w:rsidR="00E601A4" w:rsidRPr="00B70806" w:rsidRDefault="00E601A4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30522" w14:textId="77777777" w:rsidR="00BB4DD5" w:rsidRPr="008757DC" w:rsidRDefault="00BB4DD5" w:rsidP="00E601A4">
      <w:r w:rsidRPr="008757DC">
        <w:separator/>
      </w:r>
    </w:p>
  </w:footnote>
  <w:footnote w:type="continuationSeparator" w:id="0">
    <w:p w14:paraId="65384C2B" w14:textId="77777777" w:rsidR="00BB4DD5" w:rsidRPr="008757DC" w:rsidRDefault="00BB4DD5" w:rsidP="00E601A4">
      <w:r w:rsidRPr="008757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B9EC" w14:textId="49E02C5A" w:rsidR="00E601A4" w:rsidRDefault="00955EEE">
    <w:pPr>
      <w:pStyle w:val="Nagwek"/>
    </w:pPr>
    <w:r w:rsidRPr="008757DC">
      <w:rPr>
        <w:noProof/>
      </w:rPr>
      <w:drawing>
        <wp:inline distT="0" distB="0" distL="0" distR="0" wp14:anchorId="381252D6" wp14:editId="5B4EE598">
          <wp:extent cx="5761355" cy="792480"/>
          <wp:effectExtent l="0" t="0" r="0" b="7620"/>
          <wp:docPr id="1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  <a:extLst>
                      <a:ext uri="sm">
                        <sm:smNativeData xmlns="" xmlns:o="urn:schemas-microsoft-com:office:office" xmlns:v="urn:schemas-microsoft-com:vml" xmlns:w10="urn:schemas-microsoft-com:office:word" xmlns:w="http://schemas.openxmlformats.org/wordprocessingml/2006/main" xmlns:sm="sm" xmlns:arto="http://schemas.microsoft.com/office/word/2006/arto" val="SMDATA_17_+63i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SMAAOA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  <w:p w14:paraId="28DA3781" w14:textId="77777777" w:rsidR="003F10CA" w:rsidRPr="008757DC" w:rsidRDefault="003F1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E21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2665D3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F69030A"/>
    <w:multiLevelType w:val="hybridMultilevel"/>
    <w:tmpl w:val="62D62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2804DEE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03273"/>
    <w:multiLevelType w:val="hybridMultilevel"/>
    <w:tmpl w:val="9D125DC4"/>
    <w:lvl w:ilvl="0" w:tplc="1F767474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366C2CA">
      <w:start w:val="1"/>
      <w:numFmt w:val="decimal"/>
      <w:lvlText w:val="%2."/>
      <w:lvlJc w:val="left"/>
      <w:pPr>
        <w:ind w:left="1440" w:hanging="360"/>
      </w:pPr>
      <w:rPr>
        <w:rFonts w:ascii="Aptos" w:eastAsiaTheme="majorEastAsia" w:hAnsi="Aptos" w:cstheme="minorHAnsi"/>
      </w:rPr>
    </w:lvl>
    <w:lvl w:ilvl="2" w:tplc="B106C764">
      <w:start w:val="1"/>
      <w:numFmt w:val="lowerRoman"/>
      <w:lvlText w:val="%3."/>
      <w:lvlJc w:val="right"/>
      <w:pPr>
        <w:ind w:left="2160" w:hanging="180"/>
      </w:pPr>
      <w:rPr>
        <w:rFonts w:ascii="Aptos" w:eastAsiaTheme="minorHAnsi" w:hAnsi="Aptos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11A35"/>
    <w:multiLevelType w:val="hybridMultilevel"/>
    <w:tmpl w:val="B6D46E8C"/>
    <w:lvl w:ilvl="0" w:tplc="F97EF7C4">
      <w:start w:val="2"/>
      <w:numFmt w:val="lowerLetter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77A2A"/>
    <w:multiLevelType w:val="multilevel"/>
    <w:tmpl w:val="04DCF0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7D201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94772F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1DE672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76179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32073BE"/>
    <w:multiLevelType w:val="multilevel"/>
    <w:tmpl w:val="9CC830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42165749">
    <w:abstractNumId w:val="3"/>
  </w:num>
  <w:num w:numId="2" w16cid:durableId="1506214282">
    <w:abstractNumId w:val="2"/>
  </w:num>
  <w:num w:numId="3" w16cid:durableId="1726172554">
    <w:abstractNumId w:val="4"/>
  </w:num>
  <w:num w:numId="4" w16cid:durableId="843284076">
    <w:abstractNumId w:val="5"/>
  </w:num>
  <w:num w:numId="5" w16cid:durableId="1883592032">
    <w:abstractNumId w:val="0"/>
  </w:num>
  <w:num w:numId="6" w16cid:durableId="2089761661">
    <w:abstractNumId w:val="10"/>
  </w:num>
  <w:num w:numId="7" w16cid:durableId="1893998279">
    <w:abstractNumId w:val="6"/>
  </w:num>
  <w:num w:numId="8" w16cid:durableId="538736806">
    <w:abstractNumId w:val="9"/>
  </w:num>
  <w:num w:numId="9" w16cid:durableId="1243026510">
    <w:abstractNumId w:val="8"/>
  </w:num>
  <w:num w:numId="10" w16cid:durableId="1505129907">
    <w:abstractNumId w:val="7"/>
  </w:num>
  <w:num w:numId="11" w16cid:durableId="190421766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FE"/>
    <w:rsid w:val="00006D09"/>
    <w:rsid w:val="000133D6"/>
    <w:rsid w:val="00021906"/>
    <w:rsid w:val="000237AE"/>
    <w:rsid w:val="00024B7D"/>
    <w:rsid w:val="00031E3D"/>
    <w:rsid w:val="00032E37"/>
    <w:rsid w:val="000362E2"/>
    <w:rsid w:val="0004046C"/>
    <w:rsid w:val="00041284"/>
    <w:rsid w:val="000463FF"/>
    <w:rsid w:val="000545B5"/>
    <w:rsid w:val="000562C9"/>
    <w:rsid w:val="00056949"/>
    <w:rsid w:val="00062269"/>
    <w:rsid w:val="0006426B"/>
    <w:rsid w:val="00066891"/>
    <w:rsid w:val="000768A8"/>
    <w:rsid w:val="00080947"/>
    <w:rsid w:val="00094F10"/>
    <w:rsid w:val="000A2EAA"/>
    <w:rsid w:val="000A39AF"/>
    <w:rsid w:val="000A6C65"/>
    <w:rsid w:val="000B03DE"/>
    <w:rsid w:val="000B75D4"/>
    <w:rsid w:val="000C20F5"/>
    <w:rsid w:val="000C4A2F"/>
    <w:rsid w:val="000C62AA"/>
    <w:rsid w:val="000C707A"/>
    <w:rsid w:val="000C78D0"/>
    <w:rsid w:val="000D04D0"/>
    <w:rsid w:val="000D33C3"/>
    <w:rsid w:val="000E21FF"/>
    <w:rsid w:val="000E6B72"/>
    <w:rsid w:val="000F01AD"/>
    <w:rsid w:val="000F0D73"/>
    <w:rsid w:val="000F19D2"/>
    <w:rsid w:val="00105466"/>
    <w:rsid w:val="00105B44"/>
    <w:rsid w:val="0011291E"/>
    <w:rsid w:val="00112964"/>
    <w:rsid w:val="00113571"/>
    <w:rsid w:val="00114091"/>
    <w:rsid w:val="00117B4C"/>
    <w:rsid w:val="00127355"/>
    <w:rsid w:val="00137A4A"/>
    <w:rsid w:val="00137AFE"/>
    <w:rsid w:val="0014654B"/>
    <w:rsid w:val="00146B64"/>
    <w:rsid w:val="00151ABF"/>
    <w:rsid w:val="0015223A"/>
    <w:rsid w:val="001546A6"/>
    <w:rsid w:val="00154B72"/>
    <w:rsid w:val="00154C13"/>
    <w:rsid w:val="00162697"/>
    <w:rsid w:val="0017056E"/>
    <w:rsid w:val="0017742C"/>
    <w:rsid w:val="0018109F"/>
    <w:rsid w:val="0018750D"/>
    <w:rsid w:val="0019219F"/>
    <w:rsid w:val="0019403D"/>
    <w:rsid w:val="001A0FE9"/>
    <w:rsid w:val="001B2697"/>
    <w:rsid w:val="001B43D2"/>
    <w:rsid w:val="001C66AB"/>
    <w:rsid w:val="001C7DFD"/>
    <w:rsid w:val="001D0DFC"/>
    <w:rsid w:val="001D1C7F"/>
    <w:rsid w:val="001E0884"/>
    <w:rsid w:val="001E1F2A"/>
    <w:rsid w:val="001E29A0"/>
    <w:rsid w:val="001F19C7"/>
    <w:rsid w:val="001F736C"/>
    <w:rsid w:val="00203020"/>
    <w:rsid w:val="00207D8A"/>
    <w:rsid w:val="00224124"/>
    <w:rsid w:val="002262AE"/>
    <w:rsid w:val="00250DA0"/>
    <w:rsid w:val="00252E97"/>
    <w:rsid w:val="0025312E"/>
    <w:rsid w:val="00253DC5"/>
    <w:rsid w:val="00264B8E"/>
    <w:rsid w:val="00273872"/>
    <w:rsid w:val="00273EC2"/>
    <w:rsid w:val="002809DC"/>
    <w:rsid w:val="002853B4"/>
    <w:rsid w:val="002936C2"/>
    <w:rsid w:val="002A2311"/>
    <w:rsid w:val="002A4517"/>
    <w:rsid w:val="002B0969"/>
    <w:rsid w:val="002B4253"/>
    <w:rsid w:val="002C0276"/>
    <w:rsid w:val="002E1971"/>
    <w:rsid w:val="002F253A"/>
    <w:rsid w:val="0030228C"/>
    <w:rsid w:val="003050E4"/>
    <w:rsid w:val="00305C71"/>
    <w:rsid w:val="00306514"/>
    <w:rsid w:val="00307690"/>
    <w:rsid w:val="00322D5E"/>
    <w:rsid w:val="00327109"/>
    <w:rsid w:val="0033781C"/>
    <w:rsid w:val="00340368"/>
    <w:rsid w:val="0035688D"/>
    <w:rsid w:val="003572D1"/>
    <w:rsid w:val="00364930"/>
    <w:rsid w:val="0036568E"/>
    <w:rsid w:val="00377BB4"/>
    <w:rsid w:val="00380BC8"/>
    <w:rsid w:val="00382BDF"/>
    <w:rsid w:val="00384E9F"/>
    <w:rsid w:val="00391275"/>
    <w:rsid w:val="003A10AA"/>
    <w:rsid w:val="003A2D03"/>
    <w:rsid w:val="003B0E6C"/>
    <w:rsid w:val="003B6191"/>
    <w:rsid w:val="003B6AB3"/>
    <w:rsid w:val="003C101E"/>
    <w:rsid w:val="003C2E68"/>
    <w:rsid w:val="003C31B7"/>
    <w:rsid w:val="003C4EE7"/>
    <w:rsid w:val="003C77A8"/>
    <w:rsid w:val="003C7CFC"/>
    <w:rsid w:val="003D057B"/>
    <w:rsid w:val="003D05C1"/>
    <w:rsid w:val="003D20AF"/>
    <w:rsid w:val="003D3C3D"/>
    <w:rsid w:val="003E67C9"/>
    <w:rsid w:val="003F10CA"/>
    <w:rsid w:val="003F1E24"/>
    <w:rsid w:val="003F2FF7"/>
    <w:rsid w:val="003F385E"/>
    <w:rsid w:val="0040257D"/>
    <w:rsid w:val="00402580"/>
    <w:rsid w:val="004030F7"/>
    <w:rsid w:val="0041495D"/>
    <w:rsid w:val="00417ADF"/>
    <w:rsid w:val="004230C9"/>
    <w:rsid w:val="00424715"/>
    <w:rsid w:val="00441E95"/>
    <w:rsid w:val="004460E1"/>
    <w:rsid w:val="00452F6E"/>
    <w:rsid w:val="00454642"/>
    <w:rsid w:val="00456767"/>
    <w:rsid w:val="0046045B"/>
    <w:rsid w:val="00460CBB"/>
    <w:rsid w:val="00464189"/>
    <w:rsid w:val="00464915"/>
    <w:rsid w:val="00464FE4"/>
    <w:rsid w:val="00472E5B"/>
    <w:rsid w:val="00480060"/>
    <w:rsid w:val="00482793"/>
    <w:rsid w:val="004901AC"/>
    <w:rsid w:val="00495FEA"/>
    <w:rsid w:val="00496466"/>
    <w:rsid w:val="004A40F4"/>
    <w:rsid w:val="004A61EB"/>
    <w:rsid w:val="004A76EF"/>
    <w:rsid w:val="004B17E2"/>
    <w:rsid w:val="004B7A26"/>
    <w:rsid w:val="004B7A32"/>
    <w:rsid w:val="004C320C"/>
    <w:rsid w:val="004D0979"/>
    <w:rsid w:val="004D5FDF"/>
    <w:rsid w:val="004E7D2C"/>
    <w:rsid w:val="004F0DE5"/>
    <w:rsid w:val="004F2432"/>
    <w:rsid w:val="005052D6"/>
    <w:rsid w:val="005105C2"/>
    <w:rsid w:val="0051797B"/>
    <w:rsid w:val="005302E8"/>
    <w:rsid w:val="00531739"/>
    <w:rsid w:val="00533659"/>
    <w:rsid w:val="005355FC"/>
    <w:rsid w:val="0054410B"/>
    <w:rsid w:val="00544557"/>
    <w:rsid w:val="005460D7"/>
    <w:rsid w:val="0055131A"/>
    <w:rsid w:val="00551544"/>
    <w:rsid w:val="00552C53"/>
    <w:rsid w:val="00555A3A"/>
    <w:rsid w:val="00557F37"/>
    <w:rsid w:val="00557FD0"/>
    <w:rsid w:val="00560DC8"/>
    <w:rsid w:val="0058253A"/>
    <w:rsid w:val="005915B8"/>
    <w:rsid w:val="00594161"/>
    <w:rsid w:val="00594C2E"/>
    <w:rsid w:val="005A2357"/>
    <w:rsid w:val="005A5397"/>
    <w:rsid w:val="005A5E9D"/>
    <w:rsid w:val="005A6D95"/>
    <w:rsid w:val="005A70F3"/>
    <w:rsid w:val="005A7F50"/>
    <w:rsid w:val="005B2A77"/>
    <w:rsid w:val="005B4D65"/>
    <w:rsid w:val="005D6D9D"/>
    <w:rsid w:val="005E2720"/>
    <w:rsid w:val="005E46CE"/>
    <w:rsid w:val="005E70D5"/>
    <w:rsid w:val="005F12D5"/>
    <w:rsid w:val="00600D3D"/>
    <w:rsid w:val="006041C1"/>
    <w:rsid w:val="0060633E"/>
    <w:rsid w:val="00607054"/>
    <w:rsid w:val="006075CE"/>
    <w:rsid w:val="0061602D"/>
    <w:rsid w:val="00617483"/>
    <w:rsid w:val="00626FBE"/>
    <w:rsid w:val="0063032E"/>
    <w:rsid w:val="00630673"/>
    <w:rsid w:val="00630723"/>
    <w:rsid w:val="00640E6E"/>
    <w:rsid w:val="006413C2"/>
    <w:rsid w:val="00645744"/>
    <w:rsid w:val="00650988"/>
    <w:rsid w:val="00652534"/>
    <w:rsid w:val="0065657C"/>
    <w:rsid w:val="00672F4A"/>
    <w:rsid w:val="00680213"/>
    <w:rsid w:val="006847BD"/>
    <w:rsid w:val="006874C8"/>
    <w:rsid w:val="00695117"/>
    <w:rsid w:val="006A7D05"/>
    <w:rsid w:val="006B2859"/>
    <w:rsid w:val="006B6ECC"/>
    <w:rsid w:val="006C00D4"/>
    <w:rsid w:val="006C2981"/>
    <w:rsid w:val="006C4197"/>
    <w:rsid w:val="006C5B38"/>
    <w:rsid w:val="006C604E"/>
    <w:rsid w:val="006C7243"/>
    <w:rsid w:val="006D150A"/>
    <w:rsid w:val="006E2211"/>
    <w:rsid w:val="006E23BD"/>
    <w:rsid w:val="00700970"/>
    <w:rsid w:val="007058BE"/>
    <w:rsid w:val="00711505"/>
    <w:rsid w:val="00721C18"/>
    <w:rsid w:val="00721CF8"/>
    <w:rsid w:val="00722684"/>
    <w:rsid w:val="007239C0"/>
    <w:rsid w:val="00725277"/>
    <w:rsid w:val="00725DBB"/>
    <w:rsid w:val="00727C00"/>
    <w:rsid w:val="00730431"/>
    <w:rsid w:val="00730DEF"/>
    <w:rsid w:val="00732182"/>
    <w:rsid w:val="00762B34"/>
    <w:rsid w:val="00770283"/>
    <w:rsid w:val="00770FB6"/>
    <w:rsid w:val="00772F76"/>
    <w:rsid w:val="007868E3"/>
    <w:rsid w:val="00792294"/>
    <w:rsid w:val="007A77A6"/>
    <w:rsid w:val="007B1A84"/>
    <w:rsid w:val="007C3C84"/>
    <w:rsid w:val="007D0E0D"/>
    <w:rsid w:val="007F0999"/>
    <w:rsid w:val="007F3738"/>
    <w:rsid w:val="007F628D"/>
    <w:rsid w:val="007F7D13"/>
    <w:rsid w:val="007F7F11"/>
    <w:rsid w:val="00807DBA"/>
    <w:rsid w:val="00810D00"/>
    <w:rsid w:val="00812014"/>
    <w:rsid w:val="00821A8B"/>
    <w:rsid w:val="008226FF"/>
    <w:rsid w:val="008432D8"/>
    <w:rsid w:val="008517ED"/>
    <w:rsid w:val="00860580"/>
    <w:rsid w:val="00862763"/>
    <w:rsid w:val="0086626F"/>
    <w:rsid w:val="00870F28"/>
    <w:rsid w:val="008723C4"/>
    <w:rsid w:val="00872AEA"/>
    <w:rsid w:val="008757DC"/>
    <w:rsid w:val="00875B49"/>
    <w:rsid w:val="008808BA"/>
    <w:rsid w:val="008809D7"/>
    <w:rsid w:val="0088324D"/>
    <w:rsid w:val="00885AB2"/>
    <w:rsid w:val="00893E10"/>
    <w:rsid w:val="00895859"/>
    <w:rsid w:val="008B2B25"/>
    <w:rsid w:val="008C1287"/>
    <w:rsid w:val="008C237D"/>
    <w:rsid w:val="008C6EA5"/>
    <w:rsid w:val="008D72F9"/>
    <w:rsid w:val="008F1961"/>
    <w:rsid w:val="00902A96"/>
    <w:rsid w:val="00903749"/>
    <w:rsid w:val="00913406"/>
    <w:rsid w:val="00914EFA"/>
    <w:rsid w:val="00917CE9"/>
    <w:rsid w:val="00920880"/>
    <w:rsid w:val="00936D5E"/>
    <w:rsid w:val="009423D6"/>
    <w:rsid w:val="00944B85"/>
    <w:rsid w:val="00951C22"/>
    <w:rsid w:val="009524D5"/>
    <w:rsid w:val="009551C9"/>
    <w:rsid w:val="00955EEE"/>
    <w:rsid w:val="0095683E"/>
    <w:rsid w:val="009602F5"/>
    <w:rsid w:val="00973E6C"/>
    <w:rsid w:val="00974865"/>
    <w:rsid w:val="00974F18"/>
    <w:rsid w:val="0097673C"/>
    <w:rsid w:val="0098541A"/>
    <w:rsid w:val="009A3265"/>
    <w:rsid w:val="009A66F1"/>
    <w:rsid w:val="009A7B7B"/>
    <w:rsid w:val="009B46A6"/>
    <w:rsid w:val="009B5CC0"/>
    <w:rsid w:val="009C07CE"/>
    <w:rsid w:val="009C5C92"/>
    <w:rsid w:val="009E6426"/>
    <w:rsid w:val="009E65BD"/>
    <w:rsid w:val="009E7FC6"/>
    <w:rsid w:val="00A03840"/>
    <w:rsid w:val="00A06DDA"/>
    <w:rsid w:val="00A07978"/>
    <w:rsid w:val="00A1640B"/>
    <w:rsid w:val="00A2180B"/>
    <w:rsid w:val="00A236E4"/>
    <w:rsid w:val="00A271D2"/>
    <w:rsid w:val="00A570C0"/>
    <w:rsid w:val="00A63C29"/>
    <w:rsid w:val="00A65AB4"/>
    <w:rsid w:val="00A707EA"/>
    <w:rsid w:val="00A72955"/>
    <w:rsid w:val="00A73EDD"/>
    <w:rsid w:val="00A7444F"/>
    <w:rsid w:val="00A75EDC"/>
    <w:rsid w:val="00A86CDD"/>
    <w:rsid w:val="00A86FEC"/>
    <w:rsid w:val="00A87D3C"/>
    <w:rsid w:val="00AA0534"/>
    <w:rsid w:val="00AA6F71"/>
    <w:rsid w:val="00AB0AE1"/>
    <w:rsid w:val="00AB327A"/>
    <w:rsid w:val="00AB6C17"/>
    <w:rsid w:val="00AC0650"/>
    <w:rsid w:val="00AC1934"/>
    <w:rsid w:val="00AC1CDD"/>
    <w:rsid w:val="00AC4D4A"/>
    <w:rsid w:val="00AD3657"/>
    <w:rsid w:val="00AD6AE6"/>
    <w:rsid w:val="00AE191A"/>
    <w:rsid w:val="00AF06D8"/>
    <w:rsid w:val="00AF704A"/>
    <w:rsid w:val="00B210A3"/>
    <w:rsid w:val="00B274ED"/>
    <w:rsid w:val="00B441A0"/>
    <w:rsid w:val="00B449F7"/>
    <w:rsid w:val="00B50524"/>
    <w:rsid w:val="00B519FF"/>
    <w:rsid w:val="00B523B6"/>
    <w:rsid w:val="00B5619A"/>
    <w:rsid w:val="00B67F84"/>
    <w:rsid w:val="00B70806"/>
    <w:rsid w:val="00B767D6"/>
    <w:rsid w:val="00B80717"/>
    <w:rsid w:val="00B808C0"/>
    <w:rsid w:val="00B876D0"/>
    <w:rsid w:val="00B92DD7"/>
    <w:rsid w:val="00B978E0"/>
    <w:rsid w:val="00BB28CC"/>
    <w:rsid w:val="00BB4DD5"/>
    <w:rsid w:val="00BC4576"/>
    <w:rsid w:val="00BC5855"/>
    <w:rsid w:val="00BC68ED"/>
    <w:rsid w:val="00BC7BAE"/>
    <w:rsid w:val="00BE0203"/>
    <w:rsid w:val="00BE58C1"/>
    <w:rsid w:val="00BE7235"/>
    <w:rsid w:val="00BF3A1A"/>
    <w:rsid w:val="00BF3FB9"/>
    <w:rsid w:val="00C07EB6"/>
    <w:rsid w:val="00C23FB1"/>
    <w:rsid w:val="00C279CD"/>
    <w:rsid w:val="00C305A4"/>
    <w:rsid w:val="00C32972"/>
    <w:rsid w:val="00C3332A"/>
    <w:rsid w:val="00C36EA4"/>
    <w:rsid w:val="00C42F48"/>
    <w:rsid w:val="00C460E7"/>
    <w:rsid w:val="00C529FC"/>
    <w:rsid w:val="00C53D1A"/>
    <w:rsid w:val="00C54CF6"/>
    <w:rsid w:val="00C75AB2"/>
    <w:rsid w:val="00C913C2"/>
    <w:rsid w:val="00C92E46"/>
    <w:rsid w:val="00C96B38"/>
    <w:rsid w:val="00CA0C48"/>
    <w:rsid w:val="00CA75B8"/>
    <w:rsid w:val="00CA782E"/>
    <w:rsid w:val="00CB1C27"/>
    <w:rsid w:val="00CB1CD7"/>
    <w:rsid w:val="00CB491A"/>
    <w:rsid w:val="00CC0152"/>
    <w:rsid w:val="00CC1703"/>
    <w:rsid w:val="00CC1A8A"/>
    <w:rsid w:val="00CD25C0"/>
    <w:rsid w:val="00CE541A"/>
    <w:rsid w:val="00CF517A"/>
    <w:rsid w:val="00CF5EC4"/>
    <w:rsid w:val="00CF694A"/>
    <w:rsid w:val="00D039FE"/>
    <w:rsid w:val="00D03DC7"/>
    <w:rsid w:val="00D060ED"/>
    <w:rsid w:val="00D33F38"/>
    <w:rsid w:val="00D37E01"/>
    <w:rsid w:val="00D429B8"/>
    <w:rsid w:val="00D51401"/>
    <w:rsid w:val="00D51A20"/>
    <w:rsid w:val="00D52521"/>
    <w:rsid w:val="00D61F6D"/>
    <w:rsid w:val="00D65EE2"/>
    <w:rsid w:val="00D7252D"/>
    <w:rsid w:val="00D753BD"/>
    <w:rsid w:val="00D76073"/>
    <w:rsid w:val="00D76FE0"/>
    <w:rsid w:val="00D8265F"/>
    <w:rsid w:val="00D84529"/>
    <w:rsid w:val="00D8596A"/>
    <w:rsid w:val="00DB4AA1"/>
    <w:rsid w:val="00DC30A1"/>
    <w:rsid w:val="00DC3521"/>
    <w:rsid w:val="00DC77C5"/>
    <w:rsid w:val="00DD288A"/>
    <w:rsid w:val="00DD3995"/>
    <w:rsid w:val="00DF1D3D"/>
    <w:rsid w:val="00E00D42"/>
    <w:rsid w:val="00E04C4A"/>
    <w:rsid w:val="00E056B9"/>
    <w:rsid w:val="00E05B8A"/>
    <w:rsid w:val="00E122C9"/>
    <w:rsid w:val="00E21496"/>
    <w:rsid w:val="00E3121F"/>
    <w:rsid w:val="00E318A2"/>
    <w:rsid w:val="00E323F7"/>
    <w:rsid w:val="00E32D91"/>
    <w:rsid w:val="00E32FDC"/>
    <w:rsid w:val="00E34065"/>
    <w:rsid w:val="00E42D2D"/>
    <w:rsid w:val="00E46470"/>
    <w:rsid w:val="00E46CB6"/>
    <w:rsid w:val="00E50B1F"/>
    <w:rsid w:val="00E51D23"/>
    <w:rsid w:val="00E556ED"/>
    <w:rsid w:val="00E601A4"/>
    <w:rsid w:val="00E63F59"/>
    <w:rsid w:val="00E6569F"/>
    <w:rsid w:val="00E675B3"/>
    <w:rsid w:val="00E8623B"/>
    <w:rsid w:val="00E867B0"/>
    <w:rsid w:val="00E90B16"/>
    <w:rsid w:val="00E92F66"/>
    <w:rsid w:val="00E947AB"/>
    <w:rsid w:val="00E970D1"/>
    <w:rsid w:val="00EA2FEC"/>
    <w:rsid w:val="00EA33A2"/>
    <w:rsid w:val="00EB053D"/>
    <w:rsid w:val="00EB0B84"/>
    <w:rsid w:val="00EB4433"/>
    <w:rsid w:val="00EB7245"/>
    <w:rsid w:val="00EC43CD"/>
    <w:rsid w:val="00ED05BE"/>
    <w:rsid w:val="00ED560D"/>
    <w:rsid w:val="00EE6F0E"/>
    <w:rsid w:val="00EF5261"/>
    <w:rsid w:val="00F05DD6"/>
    <w:rsid w:val="00F136C1"/>
    <w:rsid w:val="00F22ED6"/>
    <w:rsid w:val="00F31813"/>
    <w:rsid w:val="00F32114"/>
    <w:rsid w:val="00F34140"/>
    <w:rsid w:val="00F40C59"/>
    <w:rsid w:val="00F5140F"/>
    <w:rsid w:val="00F5274B"/>
    <w:rsid w:val="00F5439E"/>
    <w:rsid w:val="00F55EE7"/>
    <w:rsid w:val="00F61412"/>
    <w:rsid w:val="00F648EE"/>
    <w:rsid w:val="00F6707D"/>
    <w:rsid w:val="00F67C4E"/>
    <w:rsid w:val="00F75F14"/>
    <w:rsid w:val="00F76280"/>
    <w:rsid w:val="00F83A8B"/>
    <w:rsid w:val="00F84CC5"/>
    <w:rsid w:val="00F85E7C"/>
    <w:rsid w:val="00F96745"/>
    <w:rsid w:val="00FA541D"/>
    <w:rsid w:val="00FB4A25"/>
    <w:rsid w:val="00FD1DED"/>
    <w:rsid w:val="00FD3E50"/>
    <w:rsid w:val="00FD4363"/>
    <w:rsid w:val="00FD6F2B"/>
    <w:rsid w:val="00FE57C9"/>
    <w:rsid w:val="00FF2D60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4441"/>
  <w14:defaultImageDpi w14:val="32767"/>
  <w15:chartTrackingRefBased/>
  <w15:docId w15:val="{733CC2B5-2E18-4918-93A9-B003A1F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F136C1"/>
    <w:pPr>
      <w:spacing w:line="288" w:lineRule="auto"/>
    </w:pPr>
    <w:rPr>
      <w:rFonts w:ascii="Aptos" w:hAnsi="Aptos"/>
      <w:color w:val="000000" w:themeColor="text1"/>
      <w:spacing w:val="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6C1"/>
    <w:pPr>
      <w:keepNext/>
      <w:keepLines/>
      <w:shd w:val="clear" w:color="auto" w:fill="FFFFFF" w:themeFill="background1"/>
      <w:spacing w:before="480"/>
      <w:outlineLvl w:val="0"/>
    </w:pPr>
    <w:rPr>
      <w:rFonts w:eastAsiaTheme="majorEastAsia" w:cstheme="minorHAnsi"/>
      <w:b/>
      <w:bC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36C1"/>
    <w:pPr>
      <w:keepNext/>
      <w:keepLines/>
      <w:spacing w:before="240"/>
      <w:outlineLvl w:val="1"/>
    </w:pPr>
    <w:rPr>
      <w:rFonts w:eastAsiaTheme="majorEastAsia" w:cstheme="minorHAns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36C1"/>
    <w:pPr>
      <w:keepNext/>
      <w:keepLines/>
      <w:spacing w:before="240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36C1"/>
    <w:pPr>
      <w:keepNext/>
      <w:keepLines/>
      <w:spacing w:before="240"/>
      <w:outlineLvl w:val="3"/>
    </w:pPr>
    <w:rPr>
      <w:rFonts w:eastAsiaTheme="majorEastAsia" w:cstheme="minorHAns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6FBE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FBE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74865"/>
    <w:pP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65"/>
    <w:rPr>
      <w:rFonts w:asciiTheme="majorHAnsi" w:eastAsiaTheme="majorEastAsia" w:hAnsiTheme="majorHAnsi" w:cstheme="majorBidi"/>
      <w:b/>
      <w:spacing w:val="-10"/>
      <w:kern w:val="28"/>
      <w:sz w:val="64"/>
      <w:szCs w:val="56"/>
      <w:lang w:val="en-CA"/>
    </w:rPr>
  </w:style>
  <w:style w:type="character" w:customStyle="1" w:styleId="Nagwek1Znak">
    <w:name w:val="Nagłówek 1 Znak"/>
    <w:basedOn w:val="Domylnaczcionkaakapitu"/>
    <w:link w:val="Nagwek1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36"/>
      <w:szCs w:val="32"/>
      <w:shd w:val="clear" w:color="auto" w:fill="FFFFFF" w:themeFill="background1"/>
      <w:lang w:val="en-CA"/>
    </w:rPr>
  </w:style>
  <w:style w:type="character" w:customStyle="1" w:styleId="Nagwek2Znak">
    <w:name w:val="Nagłówek 2 Znak"/>
    <w:basedOn w:val="Domylnaczcionkaakapitu"/>
    <w:link w:val="Nagwek2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28"/>
      <w:szCs w:val="26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37AE"/>
    <w:pPr>
      <w:spacing w:line="276" w:lineRule="auto"/>
      <w:outlineLvl w:val="9"/>
    </w:pPr>
    <w:rPr>
      <w:b w:val="0"/>
      <w:bCs w:val="0"/>
      <w:sz w:val="28"/>
      <w:szCs w:val="28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237AE"/>
    <w:pPr>
      <w:spacing w:before="120"/>
    </w:pPr>
    <w:rPr>
      <w:rFonts w:cstheme="minorHAns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unhideWhenUsed/>
    <w:rsid w:val="000237AE"/>
    <w:pPr>
      <w:spacing w:before="120"/>
      <w:ind w:left="240"/>
    </w:pPr>
    <w:rPr>
      <w:rFonts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237AE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0237AE"/>
    <w:pPr>
      <w:ind w:left="48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37AE"/>
    <w:pPr>
      <w:ind w:left="72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37AE"/>
    <w:pPr>
      <w:ind w:left="9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0237AE"/>
    <w:pPr>
      <w:ind w:left="12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0237AE"/>
    <w:pPr>
      <w:ind w:left="144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0237AE"/>
    <w:pPr>
      <w:ind w:left="168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0237AE"/>
    <w:pPr>
      <w:ind w:left="1920"/>
    </w:pPr>
    <w:rPr>
      <w:rFonts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136C1"/>
    <w:rPr>
      <w:rFonts w:ascii="Aptos" w:eastAsiaTheme="majorEastAsia" w:hAnsi="Aptos" w:cstheme="minorHAnsi"/>
      <w:b/>
      <w:bCs/>
      <w:spacing w:val="2"/>
      <w:lang w:val="en-CA"/>
    </w:rPr>
  </w:style>
  <w:style w:type="character" w:customStyle="1" w:styleId="Nagwek4Znak">
    <w:name w:val="Nagłówek 4 Znak"/>
    <w:basedOn w:val="Domylnaczcionkaakapitu"/>
    <w:link w:val="Nagwek4"/>
    <w:uiPriority w:val="9"/>
    <w:rsid w:val="00F136C1"/>
    <w:rPr>
      <w:rFonts w:ascii="Aptos" w:eastAsiaTheme="majorEastAsia" w:hAnsi="Aptos" w:cstheme="minorHAnsi"/>
      <w:b/>
      <w:bCs/>
      <w:iCs/>
      <w:spacing w:val="2"/>
      <w:lang w:val="en-CA"/>
    </w:rPr>
  </w:style>
  <w:style w:type="paragraph" w:styleId="Akapitzlist">
    <w:name w:val="List Paragraph"/>
    <w:basedOn w:val="Normalny"/>
    <w:uiPriority w:val="34"/>
    <w:qFormat/>
    <w:rsid w:val="00BF3A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rsid w:val="00DF1D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B0969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table" w:styleId="Tabela-Siatka">
    <w:name w:val="Table Grid"/>
    <w:basedOn w:val="Standardowy"/>
    <w:uiPriority w:val="39"/>
    <w:rsid w:val="00A1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1A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01A4"/>
    <w:rPr>
      <w:lang w:val="en-CA"/>
    </w:rPr>
  </w:style>
  <w:style w:type="paragraph" w:styleId="Stopka">
    <w:name w:val="footer"/>
    <w:basedOn w:val="Normalny"/>
    <w:link w:val="StopkaZnak"/>
    <w:uiPriority w:val="99"/>
    <w:unhideWhenUsed/>
    <w:rsid w:val="005460D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D7"/>
    <w:rPr>
      <w:color w:val="000000" w:themeColor="text1"/>
      <w:lang w:val="en-C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F48"/>
    <w:pPr>
      <w:numPr>
        <w:ilvl w:val="1"/>
      </w:numPr>
      <w:spacing w:after="160"/>
      <w:jc w:val="center"/>
    </w:pPr>
    <w:rPr>
      <w:rFonts w:eastAsiaTheme="minorEastAsia"/>
      <w:spacing w:val="15"/>
      <w:sz w:val="3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42F48"/>
    <w:rPr>
      <w:rFonts w:eastAsiaTheme="minorEastAsia"/>
      <w:spacing w:val="15"/>
      <w:sz w:val="32"/>
      <w:szCs w:val="22"/>
      <w:lang w:val="en-CA"/>
    </w:rPr>
  </w:style>
  <w:style w:type="character" w:styleId="Pogrubienie">
    <w:name w:val="Strong"/>
    <w:basedOn w:val="Domylnaczcionkaakapitu"/>
    <w:uiPriority w:val="22"/>
    <w:qFormat/>
    <w:rsid w:val="000E2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strux%20Media\Documents\Linda's%20files\Projects_22-23\eCampus%20Ontario\Development%20Documents\Templates\New%20content\Accessible_MSWord_Template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33F70"/>
      </a:accent1>
      <a:accent2>
        <a:srgbClr val="538135"/>
      </a:accent2>
      <a:accent3>
        <a:srgbClr val="3A3838"/>
      </a:accent3>
      <a:accent4>
        <a:srgbClr val="C55A11"/>
      </a:accent4>
      <a:accent5>
        <a:srgbClr val="2E75B5"/>
      </a:accent5>
      <a:accent6>
        <a:srgbClr val="53813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BB4FEDD611F41B5FFE302509EBF49" ma:contentTypeVersion="19" ma:contentTypeDescription="Create a new document." ma:contentTypeScope="" ma:versionID="05d5acf8393b47602e98d6e87df68a0e">
  <xsd:schema xmlns:xsd="http://www.w3.org/2001/XMLSchema" xmlns:xs="http://www.w3.org/2001/XMLSchema" xmlns:p="http://schemas.microsoft.com/office/2006/metadata/properties" xmlns:ns2="76f9ff45-e132-4190-b23f-3a25b93634e0" xmlns:ns3="cd825445-1565-4f9d-9107-b0f38a69d8d5" targetNamespace="http://schemas.microsoft.com/office/2006/metadata/properties" ma:root="true" ma:fieldsID="398bc2ac40c55d20b690785586d4ff5b" ns2:_="" ns3:_="">
    <xsd:import namespace="76f9ff45-e132-4190-b23f-3a25b93634e0"/>
    <xsd:import namespace="cd825445-1565-4f9d-9107-b0f38a69d8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9ff45-e132-4190-b23f-3a25b93634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d3812367-09f8-41ac-99d8-bbfa13b1f402}" ma:internalName="TaxCatchAll" ma:showField="CatchAllData" ma:web="76f9ff45-e132-4190-b23f-3a25b9363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25445-1565-4f9d-9107-b0f38a69d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616c942-2137-4ce8-9477-cac697958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9ff45-e132-4190-b23f-3a25b93634e0" xsi:nil="true"/>
    <lcf76f155ced4ddcb4097134ff3c332f xmlns="cd825445-1565-4f9d-9107-b0f38a69d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710F73-F6F5-8442-859C-CC5C019D76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657A56-32D6-450A-8FB8-33ACA23837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2F6A82-5B3C-4BC1-AADB-59CA0592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9ff45-e132-4190-b23f-3a25b93634e0"/>
    <ds:schemaRef ds:uri="cd825445-1565-4f9d-9107-b0f38a69d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7F4CEF-4592-4167-A1F7-1174738EE1E3}">
  <ds:schemaRefs>
    <ds:schemaRef ds:uri="http://schemas.microsoft.com/office/2006/metadata/properties"/>
    <ds:schemaRef ds:uri="http://schemas.microsoft.com/office/infopath/2007/PartnerControls"/>
    <ds:schemaRef ds:uri="76f9ff45-e132-4190-b23f-3a25b93634e0"/>
    <ds:schemaRef ds:uri="cd825445-1565-4f9d-9107-b0f38a69d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C:\Users\Instrux Media\Documents\Linda's files\Projects_22-23\eCampus Ontario\Development Documents\Templates\New content\Accessible_MSWord_Template.dotx</Template>
  <TotalTime>56</TotalTime>
  <Pages>2</Pages>
  <Words>240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Instrux Media</dc:creator>
  <cp:keywords/>
  <dc:description/>
  <cp:lastModifiedBy>Natalia Pieniek Gniadek</cp:lastModifiedBy>
  <cp:revision>7</cp:revision>
  <dcterms:created xsi:type="dcterms:W3CDTF">2025-10-30T09:56:00Z</dcterms:created>
  <dcterms:modified xsi:type="dcterms:W3CDTF">2026-01-13T07:25:00Z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0x010100489BB4FEDD611F41B5FFE302509EBF49</vt:lpwstr>
  </property>
  <property fmtid="{D5CDD505-2E9C-101B-9397-08002B2CF9AE}" pid="3" name="MediaServiceImageTags">
    <vt:lpwstr/>
  </property>
</Properties>
</file>